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bookmarkStart w:id="0" w:name="_GoBack"/>
      <w:bookmarkEnd w:id="0"/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0E2578" w:rsidRPr="0039220E">
        <w:t>Rekonstrukce trati v úseku Kyjice – Chomutov</w:t>
      </w:r>
      <w:r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0E2578">
        <w:t xml:space="preserve"> a</w:t>
      </w:r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4C7" w:rsidRDefault="00FD14C7" w:rsidP="00962258">
      <w:pPr>
        <w:spacing w:after="0" w:line="240" w:lineRule="auto"/>
      </w:pPr>
      <w:r>
        <w:separator/>
      </w:r>
    </w:p>
  </w:endnote>
  <w:endnote w:type="continuationSeparator" w:id="0">
    <w:p w:rsidR="00FD14C7" w:rsidRDefault="00FD14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07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07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B204E3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4C7" w:rsidRDefault="00FD14C7" w:rsidP="00962258">
      <w:pPr>
        <w:spacing w:after="0" w:line="240" w:lineRule="auto"/>
      </w:pPr>
      <w:r>
        <w:separator/>
      </w:r>
    </w:p>
  </w:footnote>
  <w:footnote w:type="continuationSeparator" w:id="0">
    <w:p w:rsidR="00FD14C7" w:rsidRDefault="00FD14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2578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07CF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9787B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625AC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32FE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14C7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27BE6E88-298A-41EF-90F6-86F1EFABF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sharepoint/v3/fields"/>
    <ds:schemaRef ds:uri="http://schemas.microsoft.com/sharepoint/v3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9CB64FC-F7D8-45DF-8335-C29F320E6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0</TotalTime>
  <Pages>2</Pages>
  <Words>400</Words>
  <Characters>2366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Baštářová Helena</cp:lastModifiedBy>
  <cp:revision>2</cp:revision>
  <cp:lastPrinted>2019-03-07T14:42:00Z</cp:lastPrinted>
  <dcterms:created xsi:type="dcterms:W3CDTF">2020-12-17T07:05:00Z</dcterms:created>
  <dcterms:modified xsi:type="dcterms:W3CDTF">2020-12-17T07:05:00Z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